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C5C" w:rsidRPr="00F5102A" w:rsidRDefault="00D20C5C" w:rsidP="00D20C5C">
      <w:pPr>
        <w:ind w:left="5670"/>
        <w:jc w:val="center"/>
        <w:rPr>
          <w:b/>
        </w:rPr>
      </w:pPr>
      <w:r w:rsidRPr="00F5102A">
        <w:rPr>
          <w:b/>
        </w:rPr>
        <w:t>УТВЕРЖДАЮ</w:t>
      </w:r>
    </w:p>
    <w:p w:rsidR="00D20C5C" w:rsidRPr="00F5102A" w:rsidRDefault="00D20C5C" w:rsidP="00D20C5C">
      <w:pPr>
        <w:ind w:left="5670"/>
        <w:jc w:val="center"/>
        <w:rPr>
          <w:b/>
        </w:rPr>
      </w:pPr>
    </w:p>
    <w:p w:rsidR="00D20C5C" w:rsidRPr="00F5102A" w:rsidRDefault="00D20C5C" w:rsidP="00D20C5C">
      <w:pPr>
        <w:ind w:left="5670"/>
        <w:jc w:val="center"/>
      </w:pPr>
      <w:r w:rsidRPr="00F5102A">
        <w:fldChar w:fldCharType="begin"/>
      </w:r>
      <w:r w:rsidRPr="00F5102A">
        <w:instrText xml:space="preserve"> DOCVARIABLE "boss_state" \* MERGEFORMAT </w:instrText>
      </w:r>
      <w:r w:rsidRPr="00F5102A">
        <w:fldChar w:fldCharType="separate"/>
      </w:r>
      <w:r w:rsidR="00A81ACC">
        <w:t>Заведующий лабораторией ООО "</w:t>
      </w:r>
      <w:proofErr w:type="spellStart"/>
      <w:r w:rsidR="00A81ACC">
        <w:t>Юркон</w:t>
      </w:r>
      <w:proofErr w:type="spellEnd"/>
      <w:r w:rsidR="00A81ACC">
        <w:t>"</w:t>
      </w:r>
      <w:r w:rsidRPr="00F5102A">
        <w:fldChar w:fldCharType="end"/>
      </w:r>
    </w:p>
    <w:p w:rsidR="00D20C5C" w:rsidRPr="00F5102A" w:rsidRDefault="00D20C5C" w:rsidP="00D20C5C">
      <w:pPr>
        <w:ind w:left="5670"/>
        <w:jc w:val="center"/>
      </w:pPr>
    </w:p>
    <w:p w:rsidR="00D20C5C" w:rsidRPr="00F5102A" w:rsidRDefault="00D20C5C" w:rsidP="00D20C5C">
      <w:pPr>
        <w:ind w:left="5670"/>
        <w:jc w:val="center"/>
      </w:pPr>
      <w:r w:rsidRPr="00F5102A">
        <w:t>_________</w:t>
      </w:r>
      <w:r w:rsidR="0094174A" w:rsidRPr="00F5102A">
        <w:t>____________</w:t>
      </w:r>
      <w:r w:rsidRPr="00F5102A">
        <w:t xml:space="preserve"> </w:t>
      </w:r>
      <w:fldSimple w:instr=" DOCVARIABLE &quot;boss_fio2&quot; \* MERGEFORMAT ">
        <w:r w:rsidR="00A81ACC">
          <w:t>Д.В. Цветков</w:t>
        </w:r>
      </w:fldSimple>
    </w:p>
    <w:p w:rsidR="00D20C5C" w:rsidRPr="00F5102A" w:rsidRDefault="00D20C5C" w:rsidP="00D20C5C">
      <w:pPr>
        <w:ind w:left="5670"/>
        <w:jc w:val="center"/>
      </w:pPr>
    </w:p>
    <w:p w:rsidR="0094174A" w:rsidRPr="00F5102A" w:rsidRDefault="00D20C5C" w:rsidP="0094174A">
      <w:pPr>
        <w:ind w:left="5670"/>
        <w:jc w:val="center"/>
        <w:rPr>
          <w:bCs/>
          <w:color w:val="000000"/>
          <w:sz w:val="20"/>
          <w:szCs w:val="20"/>
        </w:rPr>
      </w:pPr>
      <w:r w:rsidRPr="00F5102A">
        <w:t>Дата:</w:t>
      </w:r>
      <w:r w:rsidR="0094174A" w:rsidRPr="00F5102A">
        <w:rPr>
          <w:bCs/>
        </w:rPr>
        <w:t xml:space="preserve"> </w:t>
      </w:r>
      <w:r w:rsidR="0094174A" w:rsidRPr="00F5102A">
        <w:rPr>
          <w:bCs/>
        </w:rPr>
        <w:fldChar w:fldCharType="begin"/>
      </w:r>
      <w:r w:rsidR="0094174A" w:rsidRPr="00F5102A">
        <w:rPr>
          <w:bCs/>
        </w:rPr>
        <w:instrText xml:space="preserve"> DOCVARIABLE izm_date \* MERGEFORMAT </w:instrText>
      </w:r>
      <w:r w:rsidR="0094174A" w:rsidRPr="00F5102A">
        <w:rPr>
          <w:bCs/>
        </w:rPr>
        <w:fldChar w:fldCharType="separate"/>
      </w:r>
      <w:r w:rsidR="00A81ACC">
        <w:rPr>
          <w:bCs/>
        </w:rPr>
        <w:t>04.03.2025</w:t>
      </w:r>
      <w:r w:rsidR="0094174A" w:rsidRPr="00F5102A">
        <w:rPr>
          <w:bCs/>
        </w:rPr>
        <w:fldChar w:fldCharType="end"/>
      </w:r>
    </w:p>
    <w:p w:rsidR="00D20C5C" w:rsidRPr="00F5102A" w:rsidRDefault="00D20C5C" w:rsidP="0094174A">
      <w:pPr>
        <w:ind w:left="5670"/>
        <w:jc w:val="right"/>
      </w:pPr>
      <w:r w:rsidRPr="00F5102A">
        <w:t xml:space="preserve"> МП</w:t>
      </w:r>
    </w:p>
    <w:p w:rsidR="004017DE" w:rsidRPr="00F5102A" w:rsidRDefault="004017DE" w:rsidP="004017DE">
      <w:pPr>
        <w:pStyle w:val="1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4075"/>
      </w:tblGrid>
      <w:tr w:rsidR="00827257" w:rsidRPr="00F5102A" w:rsidTr="00A50C58">
        <w:trPr>
          <w:jc w:val="center"/>
        </w:trPr>
        <w:tc>
          <w:tcPr>
            <w:tcW w:w="10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ACC" w:rsidRDefault="00A81ACC" w:rsidP="00A50C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Юркон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A81ACC" w:rsidRDefault="00A81ACC" w:rsidP="00A50C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(ООО "</w:t>
            </w:r>
            <w:proofErr w:type="spellStart"/>
            <w:r>
              <w:rPr>
                <w:color w:val="000000"/>
                <w:sz w:val="18"/>
                <w:szCs w:val="18"/>
              </w:rPr>
              <w:t>Юркон</w:t>
            </w:r>
            <w:proofErr w:type="spellEnd"/>
            <w:r>
              <w:rPr>
                <w:color w:val="000000"/>
                <w:sz w:val="18"/>
                <w:szCs w:val="18"/>
              </w:rPr>
              <w:t>")</w:t>
            </w:r>
          </w:p>
          <w:p w:rsidR="00A81ACC" w:rsidRDefault="00A81ACC" w:rsidP="00A50C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ИСПЫТАТЕЛЬНАЯ ЛАБОРАТОРИЯ</w:t>
            </w:r>
          </w:p>
          <w:p w:rsidR="00A81ACC" w:rsidRDefault="00A81ACC" w:rsidP="00A50C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460035, Россия, Оренбургская область, г. Оренбург, ул. Новгородская/ Комсомольская, д. 99/231 </w:t>
            </w:r>
          </w:p>
          <w:p w:rsidR="00A81ACC" w:rsidRDefault="00A81ACC" w:rsidP="00A50C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+7 (3532) 67-20-44; malov.urkon@mail.ru; </w:t>
            </w:r>
          </w:p>
          <w:p w:rsidR="00827257" w:rsidRPr="00F5102A" w:rsidRDefault="00A81ACC" w:rsidP="00A50C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записи в реестре организаций, проводящих специальную оценку условий труда - 116 от 12.10.2015</w:t>
            </w:r>
          </w:p>
        </w:tc>
      </w:tr>
      <w:tr w:rsidR="00827257" w:rsidRPr="00F5102A" w:rsidTr="00A50C58">
        <w:trPr>
          <w:jc w:val="center"/>
        </w:trPr>
        <w:tc>
          <w:tcPr>
            <w:tcW w:w="10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57" w:rsidRPr="00F5102A" w:rsidRDefault="00827257" w:rsidP="00A50C58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F5102A">
              <w:rPr>
                <w:color w:val="000000"/>
                <w:sz w:val="18"/>
                <w:szCs w:val="18"/>
              </w:rPr>
              <w:t xml:space="preserve"> </w:t>
            </w:r>
            <w:bookmarkStart w:id="0" w:name="att_org_header"/>
            <w:bookmarkEnd w:id="0"/>
          </w:p>
        </w:tc>
      </w:tr>
      <w:tr w:rsidR="00827257" w:rsidRPr="00F5102A" w:rsidTr="00A50C58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57" w:rsidRPr="00F5102A" w:rsidRDefault="00827257" w:rsidP="00A50C58">
            <w:pPr>
              <w:jc w:val="center"/>
              <w:rPr>
                <w:color w:val="000000"/>
                <w:sz w:val="18"/>
                <w:szCs w:val="18"/>
              </w:rPr>
            </w:pPr>
            <w:r w:rsidRPr="00F5102A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57" w:rsidRPr="00F5102A" w:rsidRDefault="00827257" w:rsidP="00A50C58">
            <w:pPr>
              <w:jc w:val="center"/>
              <w:rPr>
                <w:color w:val="000000"/>
                <w:sz w:val="18"/>
                <w:szCs w:val="18"/>
              </w:rPr>
            </w:pPr>
            <w:r w:rsidRPr="00F5102A">
              <w:rPr>
                <w:color w:val="000000"/>
                <w:sz w:val="18"/>
                <w:szCs w:val="18"/>
              </w:rPr>
              <w:t>Дата внесения в реестр сведений об аккредит</w:t>
            </w:r>
            <w:r w:rsidRPr="00F5102A">
              <w:rPr>
                <w:color w:val="000000"/>
                <w:sz w:val="18"/>
                <w:szCs w:val="18"/>
              </w:rPr>
              <w:t>о</w:t>
            </w:r>
            <w:r w:rsidRPr="00F5102A">
              <w:rPr>
                <w:color w:val="000000"/>
                <w:sz w:val="18"/>
                <w:szCs w:val="18"/>
              </w:rPr>
              <w:t>ванном лице</w:t>
            </w:r>
            <w:bookmarkStart w:id="1" w:name="att_org_header2"/>
            <w:bookmarkEnd w:id="1"/>
          </w:p>
        </w:tc>
      </w:tr>
      <w:tr w:rsidR="00827257" w:rsidRPr="00F5102A" w:rsidTr="00A50C58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57" w:rsidRPr="00F5102A" w:rsidRDefault="00A81ACC" w:rsidP="00A50C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RA.RU.21ЭМ86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257" w:rsidRPr="00F5102A" w:rsidRDefault="00A81ACC" w:rsidP="00A50C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17.08.2015</w:t>
            </w:r>
          </w:p>
        </w:tc>
      </w:tr>
    </w:tbl>
    <w:p w:rsidR="00827257" w:rsidRPr="00F5102A" w:rsidRDefault="00827257" w:rsidP="00827257"/>
    <w:p w:rsidR="00DA676F" w:rsidRPr="00F5102A" w:rsidRDefault="00DE4519">
      <w:pPr>
        <w:jc w:val="center"/>
        <w:rPr>
          <w:b/>
        </w:rPr>
      </w:pPr>
      <w:r w:rsidRPr="00F5102A">
        <w:rPr>
          <w:b/>
        </w:rPr>
        <w:t xml:space="preserve">СВОДНЫЙ </w:t>
      </w:r>
      <w:r w:rsidR="00DA676F" w:rsidRPr="00F5102A">
        <w:rPr>
          <w:b/>
        </w:rPr>
        <w:t>ПРОТОКОЛ</w:t>
      </w:r>
      <w:r w:rsidRPr="00F5102A">
        <w:rPr>
          <w:b/>
        </w:rPr>
        <w:br/>
      </w:r>
      <w:r w:rsidR="004017DE" w:rsidRPr="00F5102A">
        <w:rPr>
          <w:b/>
        </w:rPr>
        <w:t xml:space="preserve">проведения исследований (испытаний) и измерений </w:t>
      </w:r>
      <w:r w:rsidR="00B33A3C" w:rsidRPr="00F5102A">
        <w:rPr>
          <w:b/>
        </w:rPr>
        <w:t>микроклимата</w:t>
      </w:r>
      <w:r w:rsidR="00DA676F" w:rsidRPr="00F5102A">
        <w:rPr>
          <w:b/>
        </w:rPr>
        <w:t xml:space="preserve"> </w:t>
      </w:r>
    </w:p>
    <w:p w:rsidR="00DA676F" w:rsidRPr="00F5102A" w:rsidRDefault="00DA676F">
      <w:pPr>
        <w:jc w:val="center"/>
        <w:rPr>
          <w:sz w:val="12"/>
        </w:rPr>
      </w:pPr>
      <w:r w:rsidRPr="00F5102A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264"/>
        <w:gridCol w:w="195"/>
      </w:tblGrid>
      <w:tr w:rsidR="0094174A" w:rsidRPr="00F5102A" w:rsidTr="001B59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74A" w:rsidRPr="00F5102A" w:rsidRDefault="0094174A" w:rsidP="001B5973">
            <w:pPr>
              <w:jc w:val="center"/>
            </w:pPr>
            <w:r w:rsidRPr="00F5102A">
              <w:t>№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94174A" w:rsidRPr="00F5102A" w:rsidRDefault="00A81ACC" w:rsidP="001B5973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7948/2025- М</w:t>
            </w:r>
          </w:p>
        </w:tc>
        <w:tc>
          <w:tcPr>
            <w:tcW w:w="195" w:type="dxa"/>
            <w:vAlign w:val="bottom"/>
          </w:tcPr>
          <w:p w:rsidR="0094174A" w:rsidRPr="00F5102A" w:rsidRDefault="0094174A" w:rsidP="001B597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4174A" w:rsidRPr="00F5102A" w:rsidTr="001B59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74A" w:rsidRPr="00F5102A" w:rsidRDefault="0094174A" w:rsidP="001B5973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</w:tcBorders>
            <w:vAlign w:val="bottom"/>
          </w:tcPr>
          <w:p w:rsidR="0094174A" w:rsidRPr="00F5102A" w:rsidRDefault="0094174A" w:rsidP="001B5973">
            <w:pPr>
              <w:pStyle w:val="ae"/>
              <w:rPr>
                <w:bCs/>
              </w:rPr>
            </w:pPr>
            <w:r w:rsidRPr="00F5102A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94174A" w:rsidRPr="00F5102A" w:rsidRDefault="0094174A" w:rsidP="001B5973">
            <w:pPr>
              <w:pStyle w:val="ae"/>
              <w:rPr>
                <w:bCs/>
              </w:rPr>
            </w:pPr>
          </w:p>
        </w:tc>
      </w:tr>
    </w:tbl>
    <w:p w:rsidR="004017DE" w:rsidRPr="00F5102A" w:rsidRDefault="004017DE" w:rsidP="004017DE">
      <w:pPr>
        <w:pStyle w:val="a7"/>
      </w:pPr>
      <w:r w:rsidRPr="00F5102A">
        <w:t>1. Сведения о работодателе:</w:t>
      </w:r>
    </w:p>
    <w:p w:rsidR="004017DE" w:rsidRPr="00F5102A" w:rsidRDefault="00FA7A4D" w:rsidP="004017DE">
      <w:r w:rsidRPr="00F5102A">
        <w:t>1</w:t>
      </w:r>
      <w:r w:rsidR="004017DE" w:rsidRPr="00F5102A">
        <w:t>.1. Наименование работодателя:</w:t>
      </w:r>
      <w:r w:rsidR="004017DE" w:rsidRPr="00F5102A">
        <w:rPr>
          <w:rStyle w:val="aa"/>
        </w:rPr>
        <w:t xml:space="preserve"> </w:t>
      </w:r>
      <w:r w:rsidR="004017DE" w:rsidRPr="00F5102A">
        <w:rPr>
          <w:rStyle w:val="aa"/>
        </w:rPr>
        <w:fldChar w:fldCharType="begin"/>
      </w:r>
      <w:r w:rsidR="004017DE" w:rsidRPr="00F5102A">
        <w:rPr>
          <w:rStyle w:val="aa"/>
        </w:rPr>
        <w:instrText xml:space="preserve"> DOCVARIABLE rbtd_name \* MERGEFORMAT </w:instrText>
      </w:r>
      <w:r w:rsidR="004017DE" w:rsidRPr="00F5102A">
        <w:rPr>
          <w:rStyle w:val="aa"/>
        </w:rPr>
        <w:fldChar w:fldCharType="separate"/>
      </w:r>
      <w:r w:rsidR="00A81ACC">
        <w:rPr>
          <w:rStyle w:val="aa"/>
        </w:rPr>
        <w:t>Муниципальное бюджетное общеобразовательное учреждение "Ивановская основная общеобразовательная школа"</w:t>
      </w:r>
      <w:r w:rsidR="004017DE" w:rsidRPr="00F5102A">
        <w:rPr>
          <w:rStyle w:val="aa"/>
        </w:rPr>
        <w:fldChar w:fldCharType="end"/>
      </w:r>
      <w:r w:rsidR="004017DE" w:rsidRPr="00F5102A">
        <w:rPr>
          <w:rStyle w:val="aa"/>
        </w:rPr>
        <w:t> </w:t>
      </w:r>
    </w:p>
    <w:p w:rsidR="004017DE" w:rsidRPr="00F5102A" w:rsidRDefault="00FA7A4D" w:rsidP="004017DE">
      <w:pPr>
        <w:rPr>
          <w:rStyle w:val="aa"/>
        </w:rPr>
      </w:pPr>
      <w:r w:rsidRPr="00F5102A">
        <w:t>1</w:t>
      </w:r>
      <w:r w:rsidR="004017DE" w:rsidRPr="00F5102A">
        <w:t>.2. Место нахождения и место осуществления деятельности работодателя:</w:t>
      </w:r>
      <w:r w:rsidR="004017DE" w:rsidRPr="00F5102A">
        <w:rPr>
          <w:rStyle w:val="aa"/>
        </w:rPr>
        <w:t xml:space="preserve"> </w:t>
      </w:r>
      <w:r w:rsidR="004017DE" w:rsidRPr="00F5102A">
        <w:rPr>
          <w:rStyle w:val="aa"/>
        </w:rPr>
        <w:fldChar w:fldCharType="begin"/>
      </w:r>
      <w:r w:rsidR="004017DE" w:rsidRPr="00F5102A">
        <w:rPr>
          <w:rStyle w:val="aa"/>
        </w:rPr>
        <w:instrText xml:space="preserve"> DOCVARIABLE rbtd_adr \* MERGEFORMAT </w:instrText>
      </w:r>
      <w:r w:rsidR="004017DE" w:rsidRPr="00F5102A">
        <w:rPr>
          <w:rStyle w:val="aa"/>
        </w:rPr>
        <w:fldChar w:fldCharType="separate"/>
      </w:r>
      <w:r w:rsidR="00A81ACC">
        <w:rPr>
          <w:rStyle w:val="aa"/>
        </w:rPr>
        <w:t xml:space="preserve">462005, Оренбургская область, </w:t>
      </w:r>
      <w:proofErr w:type="spellStart"/>
      <w:r w:rsidR="00A81ACC">
        <w:rPr>
          <w:rStyle w:val="aa"/>
        </w:rPr>
        <w:t>Тюльганский</w:t>
      </w:r>
      <w:proofErr w:type="spellEnd"/>
      <w:r w:rsidR="00A81ACC">
        <w:rPr>
          <w:rStyle w:val="aa"/>
        </w:rPr>
        <w:t xml:space="preserve"> район, с. Ивановка, ул. Мира, д. 50 </w:t>
      </w:r>
      <w:r w:rsidR="004017DE" w:rsidRPr="00F5102A">
        <w:rPr>
          <w:rStyle w:val="aa"/>
        </w:rPr>
        <w:fldChar w:fldCharType="end"/>
      </w:r>
      <w:r w:rsidR="004017DE" w:rsidRPr="00F5102A">
        <w:rPr>
          <w:rStyle w:val="aa"/>
        </w:rPr>
        <w:t> </w:t>
      </w:r>
    </w:p>
    <w:p w:rsidR="005A4F03" w:rsidRPr="00F5102A" w:rsidRDefault="005A4F03" w:rsidP="004017DE">
      <w:pPr>
        <w:rPr>
          <w:rStyle w:val="aa"/>
        </w:rPr>
      </w:pPr>
      <w:r w:rsidRPr="00F5102A">
        <w:t>1.3. Контактные данные работодателя/заказчика (e-</w:t>
      </w:r>
      <w:proofErr w:type="spellStart"/>
      <w:r w:rsidRPr="00F5102A">
        <w:t>mail</w:t>
      </w:r>
      <w:proofErr w:type="spellEnd"/>
      <w:r w:rsidRPr="00F5102A">
        <w:t>; тел.; факс):</w:t>
      </w:r>
      <w:r w:rsidRPr="00F5102A">
        <w:rPr>
          <w:rStyle w:val="aa"/>
        </w:rPr>
        <w:t xml:space="preserve"> </w:t>
      </w:r>
      <w:r w:rsidRPr="00F5102A">
        <w:rPr>
          <w:rStyle w:val="aa"/>
        </w:rPr>
        <w:fldChar w:fldCharType="begin"/>
      </w:r>
      <w:r w:rsidRPr="00F5102A">
        <w:rPr>
          <w:rStyle w:val="aa"/>
        </w:rPr>
        <w:instrText xml:space="preserve"> DOCVARIABLE rbtd_contacts \* MERGEFORMAT </w:instrText>
      </w:r>
      <w:r w:rsidRPr="00F5102A">
        <w:rPr>
          <w:rStyle w:val="aa"/>
        </w:rPr>
        <w:fldChar w:fldCharType="separate"/>
      </w:r>
      <w:r w:rsidR="00A81ACC">
        <w:rPr>
          <w:rStyle w:val="aa"/>
        </w:rPr>
        <w:t xml:space="preserve">ivanovskaya_sosh@mail.ru; 83533225535; </w:t>
      </w:r>
      <w:r w:rsidRPr="00F5102A">
        <w:rPr>
          <w:rStyle w:val="aa"/>
        </w:rPr>
        <w:fldChar w:fldCharType="end"/>
      </w:r>
      <w:r w:rsidRPr="00F5102A">
        <w:rPr>
          <w:rStyle w:val="aa"/>
        </w:rPr>
        <w:t> </w:t>
      </w:r>
    </w:p>
    <w:p w:rsidR="004017DE" w:rsidRPr="00F5102A" w:rsidRDefault="004017DE" w:rsidP="004017DE">
      <w:pPr>
        <w:pStyle w:val="a7"/>
      </w:pPr>
      <w:r w:rsidRPr="00F5102A">
        <w:t>2. Сведения о средствах измерения:</w:t>
      </w:r>
    </w:p>
    <w:tbl>
      <w:tblPr>
        <w:tblW w:w="10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8"/>
        <w:gridCol w:w="1559"/>
        <w:gridCol w:w="1701"/>
        <w:gridCol w:w="1559"/>
      </w:tblGrid>
      <w:tr w:rsidR="004017DE" w:rsidRPr="00F5102A" w:rsidTr="007C3F2E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:rsidR="004017DE" w:rsidRPr="00F5102A" w:rsidRDefault="004017DE" w:rsidP="004017DE">
            <w:pPr>
              <w:pStyle w:val="a9"/>
            </w:pPr>
            <w:bookmarkStart w:id="3" w:name="si_table"/>
            <w:bookmarkEnd w:id="3"/>
            <w:r w:rsidRPr="00F5102A">
              <w:t>Наименование средства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7DE" w:rsidRPr="00F5102A" w:rsidRDefault="004017DE" w:rsidP="004017DE">
            <w:pPr>
              <w:pStyle w:val="a9"/>
            </w:pPr>
            <w:bookmarkStart w:id="4" w:name="si_factory_num"/>
            <w:bookmarkEnd w:id="4"/>
            <w:r w:rsidRPr="00F5102A">
              <w:t>Заводской</w:t>
            </w:r>
            <w:r w:rsidRPr="00F5102A">
              <w:br/>
              <w:t>н</w:t>
            </w:r>
            <w:r w:rsidRPr="00F5102A">
              <w:t>о</w:t>
            </w:r>
            <w:r w:rsidRPr="00F5102A">
              <w:t>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17DE" w:rsidRPr="00F5102A" w:rsidRDefault="004017DE" w:rsidP="004017DE">
            <w:pPr>
              <w:pStyle w:val="a9"/>
            </w:pPr>
            <w:bookmarkStart w:id="5" w:name="si_sertif"/>
            <w:bookmarkEnd w:id="5"/>
            <w:r w:rsidRPr="00F5102A">
              <w:t>№ свидетельства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7DE" w:rsidRPr="00F5102A" w:rsidRDefault="004017DE" w:rsidP="004017DE">
            <w:pPr>
              <w:pStyle w:val="a9"/>
            </w:pPr>
            <w:bookmarkStart w:id="6" w:name="si_end_date"/>
            <w:bookmarkEnd w:id="6"/>
            <w:r w:rsidRPr="00F5102A">
              <w:t>Действительно до:</w:t>
            </w:r>
          </w:p>
        </w:tc>
      </w:tr>
      <w:tr w:rsidR="00A81ACC" w:rsidRPr="00F5102A" w:rsidTr="007C3F2E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:rsidR="00A81ACC" w:rsidRPr="00F5102A" w:rsidRDefault="00A81ACC" w:rsidP="00A81ACC">
            <w:pPr>
              <w:pStyle w:val="a9"/>
              <w:jc w:val="left"/>
            </w:pPr>
            <w:r>
              <w:t>Измеритель параметров микроклимата с шаровым термометром "</w:t>
            </w:r>
            <w:proofErr w:type="spellStart"/>
            <w:r>
              <w:t>Метеоскоп</w:t>
            </w:r>
            <w:proofErr w:type="spellEnd"/>
            <w:r>
              <w:t>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ACC" w:rsidRPr="00F5102A" w:rsidRDefault="00A81ACC" w:rsidP="004017DE">
            <w:pPr>
              <w:pStyle w:val="a9"/>
            </w:pPr>
            <w:r>
              <w:t>107911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1ACC" w:rsidRPr="00F5102A" w:rsidRDefault="00A81ACC" w:rsidP="004017DE">
            <w:pPr>
              <w:pStyle w:val="a9"/>
            </w:pPr>
            <w:r>
              <w:t>С-ВК/31-07-2023/266463049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ACC" w:rsidRPr="00F5102A" w:rsidRDefault="00A81ACC" w:rsidP="004017DE">
            <w:pPr>
              <w:pStyle w:val="a9"/>
            </w:pPr>
            <w:r>
              <w:t>30.07.2025</w:t>
            </w:r>
          </w:p>
        </w:tc>
      </w:tr>
      <w:tr w:rsidR="00A81ACC" w:rsidRPr="00F5102A" w:rsidTr="007C3F2E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:rsidR="00A81ACC" w:rsidRDefault="00A81ACC" w:rsidP="00A81ACC">
            <w:pPr>
              <w:pStyle w:val="a9"/>
              <w:jc w:val="left"/>
            </w:pPr>
            <w:r>
              <w:t>Рулетка измерительная металлическая UM5M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ACC" w:rsidRDefault="00A81ACC" w:rsidP="004017DE">
            <w:pPr>
              <w:pStyle w:val="a9"/>
            </w:pPr>
            <w: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1ACC" w:rsidRDefault="00A81ACC" w:rsidP="004017DE">
            <w:pPr>
              <w:pStyle w:val="a9"/>
            </w:pPr>
            <w:r>
              <w:t>С-ВК/10-10-2024/377781110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ACC" w:rsidRDefault="00A81ACC" w:rsidP="004017DE">
            <w:pPr>
              <w:pStyle w:val="a9"/>
            </w:pPr>
            <w:r>
              <w:t>09.10.2025</w:t>
            </w:r>
          </w:p>
        </w:tc>
      </w:tr>
    </w:tbl>
    <w:p w:rsidR="004017DE" w:rsidRPr="00F5102A" w:rsidRDefault="004017DE" w:rsidP="004017DE">
      <w:pPr>
        <w:pStyle w:val="a7"/>
      </w:pPr>
      <w:r w:rsidRPr="00F5102A">
        <w:t>3.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A81ACC" w:rsidRDefault="004017DE" w:rsidP="004017DE">
      <w:r w:rsidRPr="00F5102A">
        <w:fldChar w:fldCharType="begin"/>
      </w:r>
      <w:r w:rsidRPr="00F5102A">
        <w:instrText xml:space="preserve"> DOCVARIABLE izm_nd_new \* MERGEFORMAT </w:instrText>
      </w:r>
      <w:r w:rsidRPr="00F5102A">
        <w:fldChar w:fldCharType="separate"/>
      </w:r>
      <w:r w:rsidR="00A81ACC">
        <w:t>- БВЕК.43.1110.06 РЭ. Руководство по эксплуатации Измерителя параметров микроклимата «</w:t>
      </w:r>
      <w:proofErr w:type="spellStart"/>
      <w:proofErr w:type="gramStart"/>
      <w:r w:rsidR="00A81ACC">
        <w:t>Метеоскоп</w:t>
      </w:r>
      <w:proofErr w:type="spellEnd"/>
      <w:r w:rsidR="00A81ACC">
        <w:t>»*</w:t>
      </w:r>
      <w:proofErr w:type="gramEnd"/>
      <w:r w:rsidR="00A81ACC">
        <w:t>;</w:t>
      </w:r>
    </w:p>
    <w:p w:rsidR="004017DE" w:rsidRPr="00F5102A" w:rsidRDefault="00A81ACC" w:rsidP="004017DE">
      <w:r>
        <w:t>- Приказ Минтруда России от 21.11.2023 N 817н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Минюсте России 30.11.2023 N 76179).</w:t>
      </w:r>
      <w:r w:rsidR="004017DE" w:rsidRPr="00F5102A">
        <w:fldChar w:fldCharType="end"/>
      </w:r>
    </w:p>
    <w:p w:rsidR="00A81ACC" w:rsidRDefault="00B1739E" w:rsidP="00A81ACC">
      <w:pPr>
        <w:ind w:left="284" w:hanging="284"/>
        <w:rPr>
          <w:sz w:val="20"/>
          <w:szCs w:val="20"/>
          <w:lang w:eastAsia="ru-RU"/>
        </w:rPr>
      </w:pPr>
      <w:r w:rsidRPr="00F5102A">
        <w:rPr>
          <w:b/>
        </w:rPr>
        <w:t>4</w:t>
      </w:r>
      <w:r w:rsidR="00DA676F" w:rsidRPr="00F5102A">
        <w:rPr>
          <w:b/>
        </w:rPr>
        <w:t>.</w:t>
      </w:r>
      <w:r w:rsidR="00DA676F" w:rsidRPr="00F5102A">
        <w:t xml:space="preserve"> </w:t>
      </w:r>
      <w:r w:rsidR="00DA676F" w:rsidRPr="00F5102A">
        <w:rPr>
          <w:b/>
        </w:rPr>
        <w:t>Фактические и нормативные знач</w:t>
      </w:r>
      <w:r w:rsidR="00DA676F" w:rsidRPr="00F5102A">
        <w:rPr>
          <w:b/>
        </w:rPr>
        <w:t>е</w:t>
      </w:r>
      <w:r w:rsidR="00DA676F" w:rsidRPr="00F5102A">
        <w:rPr>
          <w:b/>
        </w:rPr>
        <w:t>ния измеряемых параметров:</w:t>
      </w:r>
      <w:bookmarkStart w:id="7" w:name="sv_table"/>
      <w:bookmarkEnd w:id="7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0"/>
        <w:gridCol w:w="2478"/>
        <w:gridCol w:w="1137"/>
        <w:gridCol w:w="1334"/>
        <w:gridCol w:w="1253"/>
        <w:gridCol w:w="1295"/>
        <w:gridCol w:w="866"/>
        <w:gridCol w:w="1241"/>
      </w:tblGrid>
      <w:tr w:rsidR="00A81ACC">
        <w:trPr>
          <w:divId w:val="1786388382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(код) РМ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рабочего места, рабочей зоны, фактора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проведения измерений (оценки)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измерений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Фактическое значение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Нормативное значение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условий труда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воздействия, %**</w:t>
            </w:r>
          </w:p>
        </w:tc>
      </w:tr>
      <w:tr w:rsidR="00A81ACC">
        <w:trPr>
          <w:divId w:val="1786388382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pStyle w:val="af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81ACC">
        <w:trPr>
          <w:divId w:val="1786388382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Пищеблок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Категория - </w:t>
            </w:r>
            <w:proofErr w:type="spellStart"/>
            <w:r>
              <w:rPr>
                <w:i/>
                <w:iCs/>
                <w:sz w:val="20"/>
                <w:szCs w:val="20"/>
              </w:rPr>
              <w:t>IIа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Температура воздуха, °С (h-</w:t>
            </w:r>
            <w:proofErr w:type="gramStart"/>
            <w:r>
              <w:rPr>
                <w:sz w:val="18"/>
                <w:szCs w:val="18"/>
              </w:rPr>
              <w:lastRenderedPageBreak/>
              <w:t>0.1;1.5м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33.4; 33.6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21.1-23.0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ТНС-индекс, °С (h-</w:t>
            </w:r>
            <w:proofErr w:type="gramStart"/>
            <w:r>
              <w:rPr>
                <w:sz w:val="18"/>
                <w:szCs w:val="18"/>
              </w:rPr>
              <w:t>0.1;1.5м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25.5; 25.4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движения воздуха, м/с (h-</w:t>
            </w:r>
            <w:proofErr w:type="gramStart"/>
            <w:r>
              <w:rPr>
                <w:sz w:val="18"/>
                <w:szCs w:val="18"/>
              </w:rPr>
              <w:t>0.1;1.5м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 xml:space="preserve">0.1; </w:t>
            </w: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Влажность воздуха, % (h-1.5м)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</w:tr>
      <w:tr w:rsidR="00A81ACC">
        <w:trPr>
          <w:divId w:val="1786388382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 дошкольного образования</w:t>
            </w: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pStyle w:val="af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28.02.2025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81ACC">
        <w:trPr>
          <w:divId w:val="1786388382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Пищеблок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Категория - </w:t>
            </w:r>
            <w:proofErr w:type="spellStart"/>
            <w:r>
              <w:rPr>
                <w:i/>
                <w:iCs/>
                <w:sz w:val="20"/>
                <w:szCs w:val="20"/>
              </w:rPr>
              <w:t>IIа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Температура воздуха, °С (h-</w:t>
            </w:r>
            <w:proofErr w:type="gramStart"/>
            <w:r>
              <w:rPr>
                <w:sz w:val="18"/>
                <w:szCs w:val="18"/>
              </w:rPr>
              <w:t>0.1;1.5м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33.4; 33.6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21.1-23.0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ТНС-индекс, °С (h-</w:t>
            </w:r>
            <w:proofErr w:type="gramStart"/>
            <w:r>
              <w:rPr>
                <w:sz w:val="18"/>
                <w:szCs w:val="18"/>
              </w:rPr>
              <w:t>0.1;1.5м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25.5; 25.4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движения воздуха, м/с (h-</w:t>
            </w:r>
            <w:proofErr w:type="gramStart"/>
            <w:r>
              <w:rPr>
                <w:sz w:val="18"/>
                <w:szCs w:val="18"/>
              </w:rPr>
              <w:t>0.1;1.5м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 xml:space="preserve">0.1; </w:t>
            </w: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bookmarkStart w:id="8" w:name="_GoBack"/>
            <w:bookmarkEnd w:id="8"/>
            <w:r>
              <w:rPr>
                <w:sz w:val="18"/>
                <w:szCs w:val="18"/>
              </w:rPr>
              <w:t>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</w:tr>
      <w:tr w:rsidR="00A81ACC">
        <w:trPr>
          <w:divId w:val="1786388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Влажность воздуха, % (h-1.5м)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ACC" w:rsidRDefault="00A81ACC">
            <w:pPr>
              <w:jc w:val="center"/>
              <w:rPr>
                <w:sz w:val="18"/>
                <w:szCs w:val="18"/>
              </w:rPr>
            </w:pPr>
          </w:p>
        </w:tc>
      </w:tr>
    </w:tbl>
    <w:p w:rsidR="003776D1" w:rsidRPr="00F5102A" w:rsidRDefault="003776D1" w:rsidP="00A81ACC">
      <w:pPr>
        <w:ind w:left="284" w:hanging="284"/>
        <w:rPr>
          <w:sz w:val="18"/>
          <w:szCs w:val="18"/>
        </w:rPr>
      </w:pPr>
      <w:r w:rsidRPr="00F5102A">
        <w:rPr>
          <w:sz w:val="18"/>
          <w:szCs w:val="18"/>
        </w:rPr>
        <w:t>*НД на метод проведения измерений.</w:t>
      </w:r>
    </w:p>
    <w:p w:rsidR="003776D1" w:rsidRPr="00F5102A" w:rsidRDefault="003776D1" w:rsidP="003776D1">
      <w:pPr>
        <w:rPr>
          <w:sz w:val="18"/>
          <w:szCs w:val="18"/>
        </w:rPr>
      </w:pPr>
      <w:r w:rsidRPr="00F5102A">
        <w:rPr>
          <w:sz w:val="18"/>
          <w:szCs w:val="18"/>
        </w:rPr>
        <w:t>**Данные предоставлены заказчиком (лаборатория не несет ответственности в случае, если информация, предоставленная заказчиком, повлияла на достоверность результатов).</w:t>
      </w:r>
    </w:p>
    <w:p w:rsidR="003776D1" w:rsidRPr="00F5102A" w:rsidRDefault="003776D1" w:rsidP="003776D1">
      <w:pPr>
        <w:rPr>
          <w:sz w:val="18"/>
          <w:szCs w:val="18"/>
        </w:rPr>
      </w:pPr>
      <w:r w:rsidRPr="00F5102A">
        <w:rPr>
          <w:sz w:val="18"/>
          <w:szCs w:val="18"/>
        </w:rPr>
        <w:t>Контроль внешних условий проведен – удовлетворительно.</w:t>
      </w:r>
    </w:p>
    <w:p w:rsidR="00F5102A" w:rsidRDefault="003776D1" w:rsidP="00F5102A">
      <w:pPr>
        <w:rPr>
          <w:sz w:val="18"/>
          <w:szCs w:val="18"/>
        </w:rPr>
      </w:pPr>
      <w:r w:rsidRPr="00F5102A">
        <w:rPr>
          <w:sz w:val="18"/>
          <w:szCs w:val="18"/>
        </w:rPr>
        <w:t>Исследования (испытания) и измерения проведены по месту нахождения заказчика.</w:t>
      </w:r>
    </w:p>
    <w:p w:rsidR="00F5102A" w:rsidRPr="00F5102A" w:rsidRDefault="00F5102A" w:rsidP="00F5102A">
      <w:pPr>
        <w:rPr>
          <w:rStyle w:val="a8"/>
          <w:sz w:val="18"/>
          <w:szCs w:val="18"/>
        </w:rPr>
      </w:pPr>
      <w:r w:rsidRPr="00F5102A">
        <w:rPr>
          <w:color w:val="1A1A1A"/>
          <w:sz w:val="18"/>
          <w:szCs w:val="18"/>
          <w:shd w:val="clear" w:color="auto" w:fill="FFFFFF"/>
        </w:rPr>
        <w:t>Результаты исследований (испытаний) и измерений относятся только к объектам, прошедшим испытания.</w:t>
      </w:r>
    </w:p>
    <w:p w:rsidR="004017DE" w:rsidRPr="00F5102A" w:rsidRDefault="00F5102A" w:rsidP="004017DE">
      <w:pPr>
        <w:spacing w:before="120"/>
        <w:rPr>
          <w:rStyle w:val="a8"/>
        </w:rPr>
      </w:pPr>
      <w:r>
        <w:rPr>
          <w:rStyle w:val="a8"/>
        </w:rPr>
        <w:t>5</w:t>
      </w:r>
      <w:r w:rsidR="004017DE" w:rsidRPr="00F5102A">
        <w:rPr>
          <w:rStyle w:val="a8"/>
        </w:rPr>
        <w:t xml:space="preserve">. </w:t>
      </w:r>
      <w:r w:rsidR="004017DE" w:rsidRPr="00F5102A">
        <w:rPr>
          <w:b/>
          <w:color w:val="000000"/>
        </w:rPr>
        <w:t>Сотрудники (</w:t>
      </w:r>
      <w:r w:rsidR="004017DE" w:rsidRPr="00F5102A">
        <w:rPr>
          <w:rStyle w:val="a8"/>
        </w:rPr>
        <w:t>эксперты) по проведению специальной оценки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4017DE" w:rsidRPr="00A81ACC" w:rsidTr="00A81ACC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17DE" w:rsidRPr="00A81ACC" w:rsidRDefault="00A81ACC" w:rsidP="004017DE">
            <w:pPr>
              <w:pStyle w:val="a9"/>
            </w:pPr>
            <w:r w:rsidRPr="00A81ACC">
              <w:t>1564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017DE" w:rsidRPr="00A81ACC" w:rsidRDefault="004017DE" w:rsidP="004017DE">
            <w:pPr>
              <w:pStyle w:val="a9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17DE" w:rsidRPr="00A81ACC" w:rsidRDefault="00A81ACC" w:rsidP="004017DE">
            <w:pPr>
              <w:pStyle w:val="a9"/>
            </w:pPr>
            <w:r w:rsidRPr="00A81ACC">
              <w:t>Старший эксперт по анализу факторов условий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017DE" w:rsidRPr="00A81ACC" w:rsidRDefault="004017DE" w:rsidP="004017DE">
            <w:pPr>
              <w:pStyle w:val="a9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17DE" w:rsidRPr="00A81ACC" w:rsidRDefault="004017DE" w:rsidP="004017DE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17DE" w:rsidRPr="00A81ACC" w:rsidRDefault="004017DE" w:rsidP="004017DE">
            <w:pPr>
              <w:pStyle w:val="a9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17DE" w:rsidRPr="00A81ACC" w:rsidRDefault="00A81ACC" w:rsidP="004017DE">
            <w:pPr>
              <w:pStyle w:val="a9"/>
            </w:pPr>
            <w:proofErr w:type="spellStart"/>
            <w:r w:rsidRPr="00A81ACC">
              <w:t>Вотякова</w:t>
            </w:r>
            <w:proofErr w:type="spellEnd"/>
            <w:r w:rsidRPr="00A81ACC">
              <w:t xml:space="preserve"> Светлана Геннадьевна</w:t>
            </w:r>
          </w:p>
        </w:tc>
      </w:tr>
      <w:tr w:rsidR="004017DE" w:rsidRPr="00A81ACC" w:rsidTr="00A81ACC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4017DE" w:rsidRPr="00A81ACC" w:rsidRDefault="00A81ACC" w:rsidP="004017DE">
            <w:pPr>
              <w:pStyle w:val="a9"/>
              <w:rPr>
                <w:b/>
                <w:vertAlign w:val="superscript"/>
              </w:rPr>
            </w:pPr>
            <w:r w:rsidRPr="00A81AC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4017DE" w:rsidRPr="00A81ACC" w:rsidRDefault="004017DE" w:rsidP="004017DE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4017DE" w:rsidRPr="00A81ACC" w:rsidRDefault="00A81ACC" w:rsidP="004017DE">
            <w:pPr>
              <w:pStyle w:val="a9"/>
              <w:rPr>
                <w:b/>
                <w:vertAlign w:val="superscript"/>
              </w:rPr>
            </w:pPr>
            <w:r w:rsidRPr="00A81AC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4017DE" w:rsidRPr="00A81ACC" w:rsidRDefault="004017DE" w:rsidP="004017DE">
            <w:pPr>
              <w:pStyle w:val="a9"/>
              <w:rPr>
                <w:b/>
                <w:vertAlign w:val="superscript"/>
              </w:rPr>
            </w:pPr>
            <w:bookmarkStart w:id="9" w:name="fio_users"/>
            <w:bookmarkEnd w:id="9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4017DE" w:rsidRPr="00A81ACC" w:rsidRDefault="00A81ACC" w:rsidP="004017DE">
            <w:pPr>
              <w:pStyle w:val="a9"/>
              <w:rPr>
                <w:b/>
                <w:vertAlign w:val="superscript"/>
              </w:rPr>
            </w:pPr>
            <w:r w:rsidRPr="00A81AC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4017DE" w:rsidRPr="00A81ACC" w:rsidRDefault="004017DE" w:rsidP="004017DE">
            <w:pPr>
              <w:pStyle w:val="a9"/>
              <w:rPr>
                <w:b/>
                <w:vertAlign w:val="superscript"/>
              </w:rPr>
            </w:pPr>
            <w:bookmarkStart w:id="10" w:name="fio_users2"/>
            <w:bookmarkEnd w:id="10"/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4017DE" w:rsidRPr="00A81ACC" w:rsidRDefault="00A81ACC" w:rsidP="004017DE">
            <w:pPr>
              <w:pStyle w:val="a9"/>
              <w:rPr>
                <w:b/>
                <w:vertAlign w:val="superscript"/>
              </w:rPr>
            </w:pPr>
            <w:r w:rsidRPr="00A81ACC">
              <w:rPr>
                <w:vertAlign w:val="superscript"/>
              </w:rPr>
              <w:t>(Ф.И.О.)</w:t>
            </w:r>
          </w:p>
        </w:tc>
      </w:tr>
    </w:tbl>
    <w:p w:rsidR="005A4F03" w:rsidRPr="00F5102A" w:rsidRDefault="005A4F03" w:rsidP="005A4F03">
      <w:pPr>
        <w:spacing w:before="120"/>
      </w:pPr>
      <w:r w:rsidRPr="00F5102A">
        <w:rPr>
          <w:b/>
        </w:rPr>
        <w:t>_____________________________________________________________________________________</w:t>
      </w:r>
    </w:p>
    <w:p w:rsidR="005A4F03" w:rsidRPr="00F5102A" w:rsidRDefault="005A4F03" w:rsidP="005A4F03">
      <w:pPr>
        <w:spacing w:before="120"/>
        <w:jc w:val="center"/>
      </w:pPr>
      <w:r w:rsidRPr="00F5102A">
        <w:t>Окончание протокола</w:t>
      </w:r>
    </w:p>
    <w:p w:rsidR="00DA676F" w:rsidRPr="00F5102A" w:rsidRDefault="00DA676F" w:rsidP="004017DE">
      <w:pPr>
        <w:spacing w:before="120" w:after="60"/>
      </w:pPr>
    </w:p>
    <w:sectPr w:rsidR="00DA676F" w:rsidRPr="00F5102A" w:rsidSect="004017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B14" w:rsidRDefault="00E66B14" w:rsidP="00A26294">
      <w:pPr>
        <w:pStyle w:val="a8"/>
      </w:pPr>
      <w:r>
        <w:separator/>
      </w:r>
    </w:p>
  </w:endnote>
  <w:endnote w:type="continuationSeparator" w:id="0">
    <w:p w:rsidR="00E66B14" w:rsidRDefault="00E66B14" w:rsidP="00A26294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CC" w:rsidRDefault="00A81AC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7479"/>
      <w:gridCol w:w="426"/>
      <w:gridCol w:w="2515"/>
    </w:tblGrid>
    <w:tr w:rsidR="00A26294" w:rsidTr="007C3F2E">
      <w:tc>
        <w:tcPr>
          <w:tcW w:w="7479" w:type="dxa"/>
          <w:shd w:val="clear" w:color="auto" w:fill="auto"/>
        </w:tcPr>
        <w:p w:rsidR="00A26294" w:rsidRPr="007C3F2E" w:rsidRDefault="00A81ACC" w:rsidP="00A26294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Сводный протокол № 7948/2025- М</w:t>
          </w:r>
        </w:p>
      </w:tc>
      <w:tc>
        <w:tcPr>
          <w:tcW w:w="426" w:type="dxa"/>
          <w:shd w:val="clear" w:color="auto" w:fill="auto"/>
        </w:tcPr>
        <w:p w:rsidR="00A26294" w:rsidRPr="007C3F2E" w:rsidRDefault="00A26294" w:rsidP="007C3F2E">
          <w:pPr>
            <w:jc w:val="center"/>
            <w:rPr>
              <w:sz w:val="20"/>
              <w:szCs w:val="20"/>
            </w:rPr>
          </w:pPr>
          <w:bookmarkStart w:id="11" w:name="kolontitul2"/>
          <w:bookmarkEnd w:id="11"/>
        </w:p>
      </w:tc>
      <w:tc>
        <w:tcPr>
          <w:tcW w:w="2515" w:type="dxa"/>
          <w:shd w:val="clear" w:color="auto" w:fill="auto"/>
        </w:tcPr>
        <w:p w:rsidR="00A26294" w:rsidRPr="007C3F2E" w:rsidRDefault="00A26294" w:rsidP="007C3F2E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C3F2E">
            <w:rPr>
              <w:rStyle w:val="ad"/>
              <w:sz w:val="20"/>
              <w:szCs w:val="20"/>
            </w:rPr>
            <w:t xml:space="preserve">Стр. </w:t>
          </w:r>
          <w:r w:rsidRPr="007C3F2E">
            <w:rPr>
              <w:rStyle w:val="ad"/>
              <w:sz w:val="20"/>
              <w:szCs w:val="20"/>
            </w:rPr>
            <w:fldChar w:fldCharType="begin"/>
          </w:r>
          <w:r w:rsidRPr="007C3F2E">
            <w:rPr>
              <w:rStyle w:val="ad"/>
              <w:sz w:val="20"/>
              <w:szCs w:val="20"/>
            </w:rPr>
            <w:instrText xml:space="preserve">PAGE  </w:instrText>
          </w:r>
          <w:r w:rsidRPr="007C3F2E">
            <w:rPr>
              <w:rStyle w:val="ad"/>
              <w:sz w:val="20"/>
              <w:szCs w:val="20"/>
            </w:rPr>
            <w:fldChar w:fldCharType="separate"/>
          </w:r>
          <w:r w:rsidR="00A81ACC">
            <w:rPr>
              <w:rStyle w:val="ad"/>
              <w:noProof/>
              <w:sz w:val="20"/>
              <w:szCs w:val="20"/>
            </w:rPr>
            <w:t>2</w:t>
          </w:r>
          <w:r w:rsidRPr="007C3F2E">
            <w:rPr>
              <w:rStyle w:val="ad"/>
              <w:sz w:val="20"/>
              <w:szCs w:val="20"/>
            </w:rPr>
            <w:fldChar w:fldCharType="end"/>
          </w:r>
          <w:r w:rsidRPr="007C3F2E">
            <w:rPr>
              <w:rStyle w:val="ad"/>
              <w:sz w:val="20"/>
              <w:szCs w:val="20"/>
            </w:rPr>
            <w:t xml:space="preserve"> из </w:t>
          </w:r>
          <w:r w:rsidRPr="007C3F2E">
            <w:rPr>
              <w:rStyle w:val="ad"/>
              <w:sz w:val="20"/>
              <w:szCs w:val="20"/>
            </w:rPr>
            <w:fldChar w:fldCharType="begin"/>
          </w:r>
          <w:r w:rsidRPr="007C3F2E">
            <w:rPr>
              <w:rStyle w:val="ad"/>
              <w:sz w:val="20"/>
              <w:szCs w:val="20"/>
            </w:rPr>
            <w:instrText xml:space="preserve"> </w:instrText>
          </w:r>
          <w:r w:rsidRPr="007C3F2E">
            <w:rPr>
              <w:rStyle w:val="ad"/>
              <w:sz w:val="20"/>
              <w:szCs w:val="20"/>
              <w:lang w:val="en-US"/>
            </w:rPr>
            <w:instrText>SECTION</w:instrText>
          </w:r>
          <w:r w:rsidRPr="007C3F2E">
            <w:rPr>
              <w:rStyle w:val="ad"/>
              <w:sz w:val="20"/>
              <w:szCs w:val="20"/>
            </w:rPr>
            <w:instrText xml:space="preserve">PAGES   \* MERGEFORMAT </w:instrText>
          </w:r>
          <w:r w:rsidRPr="007C3F2E">
            <w:rPr>
              <w:rStyle w:val="ad"/>
              <w:sz w:val="20"/>
              <w:szCs w:val="20"/>
            </w:rPr>
            <w:fldChar w:fldCharType="separate"/>
          </w:r>
          <w:r w:rsidR="00A81ACC" w:rsidRPr="00A81ACC">
            <w:rPr>
              <w:rStyle w:val="ad"/>
              <w:noProof/>
              <w:sz w:val="20"/>
            </w:rPr>
            <w:t>2</w:t>
          </w:r>
          <w:r w:rsidRPr="007C3F2E">
            <w:rPr>
              <w:rStyle w:val="ad"/>
              <w:sz w:val="20"/>
              <w:szCs w:val="20"/>
            </w:rPr>
            <w:fldChar w:fldCharType="end"/>
          </w:r>
          <w:r w:rsidRPr="007C3F2E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A26294" w:rsidRDefault="00D20C5C">
    <w:pPr>
      <w:pStyle w:val="ac"/>
    </w:pPr>
    <w:r w:rsidRPr="00EA1DE6">
      <w:rPr>
        <w:i/>
        <w:sz w:val="16"/>
      </w:rPr>
      <w:t>Воспроизведение протокола не в полном объеме без письменного разрешения Испытательной лаборатории ООО «</w:t>
    </w:r>
    <w:proofErr w:type="spellStart"/>
    <w:r w:rsidRPr="00EA1DE6">
      <w:rPr>
        <w:i/>
        <w:sz w:val="16"/>
      </w:rPr>
      <w:t>Юркон</w:t>
    </w:r>
    <w:proofErr w:type="spellEnd"/>
    <w:r w:rsidRPr="00EA1DE6">
      <w:rPr>
        <w:i/>
        <w:sz w:val="16"/>
      </w:rPr>
      <w:t>» запрещено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CC" w:rsidRDefault="00A81AC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B14" w:rsidRDefault="00E66B14" w:rsidP="00A26294">
      <w:pPr>
        <w:pStyle w:val="a8"/>
      </w:pPr>
      <w:r>
        <w:separator/>
      </w:r>
    </w:p>
  </w:footnote>
  <w:footnote w:type="continuationSeparator" w:id="0">
    <w:p w:rsidR="00E66B14" w:rsidRDefault="00E66B14" w:rsidP="00A26294">
      <w:pPr>
        <w:pStyle w:val="a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CC" w:rsidRDefault="00A81AC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CC" w:rsidRDefault="00A81AC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CC" w:rsidRDefault="00A81AC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ll_fact_adrs" w:val="- отсутствуют;"/>
    <w:docVar w:name="att_org_adr" w:val="460035, Россия, Оренбургская область, г. Оренбург, ул. Новгородская/ Комсомольская, д. 99/231"/>
    <w:docVar w:name="att_org_dop" w:val="Общество с ограниченной ответственностью &quot;Юркон&quot;_x000d__x000a_(ООО &quot;Юркон&quot;)_x000d__x000a_ИСПЫТАТЕЛЬНАЯ ЛАБОРАТОРИЯ_x000d__x000a_460035, Россия, Оренбургская область, г. Оренбург, ул. Новгородская/ Комсомольская, д. 99/231 _x000d__x000a_+7 (3532) 67-20-44; malov.urkon@mail.ru; _x000d__x000a_Регистрационный номер записи в реестре организаций, проводящих специальную оценку условий труда - 116 от 12.10.2015"/>
    <w:docVar w:name="att_org_name" w:val="Общество с ограниченной ответственностью &quot;Юркон&quot;"/>
    <w:docVar w:name="att_org_reg_date" w:val="12.10.2015"/>
    <w:docVar w:name="att_org_reg_num" w:val="116"/>
    <w:docVar w:name="att_zakl_sv" w:val="- для 2 рабочих мест №№ 257948, 287948 установлен класс(подкласс) условий труда 3.1."/>
    <w:docVar w:name="att_zakl2_sv" w:val="- фактический уровень вредного фактора не соответствует гигиеническим нормативам на рабочих местах № 257948, 287948."/>
    <w:docVar w:name="boss_data" w:val="B551831F2A1043F3AE11ABB4D7C05233~"/>
    <w:docVar w:name="boss_fio" w:val="Малов Дмитрий Владимирович"/>
    <w:docVar w:name="boss_fio2" w:val="Д.В. Цветков"/>
    <w:docVar w:name="boss_fio3" w:val=".. "/>
    <w:docVar w:name="boss_fio4" w:val=" .."/>
    <w:docVar w:name="boss_state" w:val="Заведующий лабораторией ООО &quot;Юркон&quot;"/>
    <w:docVar w:name="ceh_info" w:val="7948/2025 МБОУ &quot;Ивановская ООШ&quot;"/>
    <w:docVar w:name="chek_unc_results" w:val="   "/>
    <w:docVar w:name="co_classes" w:val="   "/>
    <w:docVar w:name="D_dog" w:val="27.02.2025"/>
    <w:docVar w:name="D_prikaz" w:val="28.01.2025"/>
    <w:docVar w:name="doc_type" w:val="3"/>
    <w:docVar w:name="dop_src" w:val="- отсутствуют;"/>
    <w:docVar w:name="fac_name2" w:val="Микроклимат"/>
    <w:docVar w:name="facid" w:val="11"/>
    <w:docVar w:name="fact_adr" w:val="   "/>
    <w:docVar w:name="fill_date" w:val="   "/>
    <w:docVar w:name="izm_date" w:val="04.03.2025"/>
    <w:docVar w:name="izm_nd_new" w:val="- БВЕК.43.1110.06 РЭ. Руководство по эксплуатации Измерителя параметров микроклимата «Метеоскоп»*;_x000d_- 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е России 30.11.2023 N 76179)."/>
    <w:docVar w:name="list_nd_ctl" w:val="- 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е России 30.11.2023 N 76179)."/>
    <w:docVar w:name="list_nd_izm" w:val="- БВЕК.43.1110.06 РЭ. Руководство по эксплуатации Измерителя параметров микроклимата «Метеоскоп»*."/>
    <w:docVar w:name="max_date" w:val="28.02.2025"/>
    <w:docVar w:name="min_date" w:val="28.02.2025"/>
    <w:docVar w:name="N_dog" w:val="1/25-290"/>
    <w:docVar w:name="N_prikaz" w:val="25/2"/>
    <w:docVar w:name="nd_action1" w:val="1"/>
    <w:docVar w:name="nd_action2" w:val="0"/>
    <w:docVar w:name="nd_count" w:val="2"/>
    <w:docVar w:name="nd_mode" w:val="1"/>
    <w:docVar w:name="nd_name1" w:val="- БВЕК.43.1110.06 РЭ. Руководство по эксплуатации Измерителя параметров микроклимата «Метеоскоп»*"/>
    <w:docVar w:name="nd_name2" w:val="- Приказ Минтруда России от 21.11.2023 N 817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е России 30.11.2023 N 76179)"/>
    <w:docVar w:name="num_doc" w:val="7948/2025- М"/>
    <w:docVar w:name="org_code" w:val=" "/>
    <w:docVar w:name="org_guid" w:val="4C50B8E409D04CC79C74EE6BC9BBFF37"/>
    <w:docVar w:name="org_id" w:val="592"/>
    <w:docVar w:name="org_member_fio" w:val=" "/>
    <w:docVar w:name="org_member_state" w:val=" "/>
    <w:docVar w:name="pers_guids" w:val="7C226295E09941A49A92CE3E788D1D29@051-899-597-14"/>
    <w:docVar w:name="pers_snils" w:val="7C226295E09941A49A92CE3E788D1D29@051-899-597-14"/>
    <w:docVar w:name="podr_id" w:val="org_592"/>
    <w:docVar w:name="query_date" w:val=" "/>
    <w:docVar w:name="raschet" w:val="   "/>
    <w:docVar w:name="rbtd_adr" w:val="462005, Оренбургская область, Тюльганский район, с. Ивановка, ул. Мира, д. 50 "/>
    <w:docVar w:name="rbtd_adr1" w:val="462005, Оренбургская область, Тюльганский район, с. Ивановка, ул. Мира, д. 50"/>
    <w:docVar w:name="rbtd_adr2" w:val=" "/>
    <w:docVar w:name="rbtd_contacts" w:val="ivanovskaya_sosh@mail.ru; 83533225535; "/>
    <w:docVar w:name="rbtd_email" w:val="ivanovskaya_sosh@mail.ru"/>
    <w:docVar w:name="rbtd_fax" w:val=" "/>
    <w:docVar w:name="rbtd_inn" w:val="5650004481"/>
    <w:docVar w:name="rbtd_kpp" w:val="565001001"/>
    <w:docVar w:name="rbtd_name" w:val="Муниципальное бюджетное общеобразовательное учреждение &quot;Ивановская основная общеобразовательная школа&quot;"/>
    <w:docVar w:name="rbtd_ogrn" w:val="1025603268272"/>
    <w:docVar w:name="rbtd_okato" w:val="53653416"/>
    <w:docVar w:name="rbtd_okogu" w:val="4210007"/>
    <w:docVar w:name="rbtd_okpo" w:val="36381006"/>
    <w:docVar w:name="rbtd_okved" w:val="80.21.2"/>
    <w:docVar w:name="rbtd_phone" w:val="83533225535"/>
    <w:docVar w:name="rbtd_sout_id" w:val="1106657"/>
    <w:docVar w:name="si_guids" w:val="E3DDBCED874D4374A17DE28B0EB82C3C@107911@31.07.2023@30.07.2025~317E9EBE40F44EB98BC22931ADBA66D1@2@10.10.2024@09.10.2025"/>
    <w:docVar w:name="sign_date" w:val="03.03.2025"/>
    <w:docVar w:name="sv_docs" w:val="2"/>
    <w:docVar w:name="template" w:val="sv_prot2.dot"/>
    <w:docVar w:name="test_date" w:val="   "/>
    <w:docVar w:name="version" w:val="51"/>
  </w:docVars>
  <w:rsids>
    <w:rsidRoot w:val="00A81ACC"/>
    <w:rsid w:val="000945E3"/>
    <w:rsid w:val="000A1ECD"/>
    <w:rsid w:val="000F712C"/>
    <w:rsid w:val="001A3AC6"/>
    <w:rsid w:val="001B5973"/>
    <w:rsid w:val="001D51DA"/>
    <w:rsid w:val="00250F38"/>
    <w:rsid w:val="002F399D"/>
    <w:rsid w:val="003776D1"/>
    <w:rsid w:val="004017DE"/>
    <w:rsid w:val="00473628"/>
    <w:rsid w:val="004D2E19"/>
    <w:rsid w:val="004F10DC"/>
    <w:rsid w:val="00510F6E"/>
    <w:rsid w:val="005A4F03"/>
    <w:rsid w:val="005F3CED"/>
    <w:rsid w:val="00602E64"/>
    <w:rsid w:val="006174CD"/>
    <w:rsid w:val="006523AF"/>
    <w:rsid w:val="00663B4C"/>
    <w:rsid w:val="006F2DA3"/>
    <w:rsid w:val="007C3F2E"/>
    <w:rsid w:val="00827257"/>
    <w:rsid w:val="00832901"/>
    <w:rsid w:val="009312A7"/>
    <w:rsid w:val="0094174A"/>
    <w:rsid w:val="00944930"/>
    <w:rsid w:val="009B3A03"/>
    <w:rsid w:val="00A26294"/>
    <w:rsid w:val="00A50C58"/>
    <w:rsid w:val="00A81ACC"/>
    <w:rsid w:val="00AC50FB"/>
    <w:rsid w:val="00AD290F"/>
    <w:rsid w:val="00AE63C4"/>
    <w:rsid w:val="00B1739E"/>
    <w:rsid w:val="00B33A3C"/>
    <w:rsid w:val="00B70FA8"/>
    <w:rsid w:val="00BB7CA2"/>
    <w:rsid w:val="00BD071D"/>
    <w:rsid w:val="00CD2E4D"/>
    <w:rsid w:val="00D20C5C"/>
    <w:rsid w:val="00D26AA3"/>
    <w:rsid w:val="00DA676F"/>
    <w:rsid w:val="00DE4519"/>
    <w:rsid w:val="00E27C3A"/>
    <w:rsid w:val="00E5397E"/>
    <w:rsid w:val="00E621FE"/>
    <w:rsid w:val="00E66B14"/>
    <w:rsid w:val="00E82A56"/>
    <w:rsid w:val="00EB0633"/>
    <w:rsid w:val="00ED19B0"/>
    <w:rsid w:val="00F5102A"/>
    <w:rsid w:val="00F80B4A"/>
    <w:rsid w:val="00FA7A4D"/>
    <w:rsid w:val="00F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1861F-821C-4682-910E-CE655850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A26294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A26294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26294"/>
  </w:style>
  <w:style w:type="paragraph" w:customStyle="1" w:styleId="ae">
    <w:name w:val="Подписи"/>
    <w:basedOn w:val="a"/>
    <w:rsid w:val="001B5973"/>
    <w:pPr>
      <w:jc w:val="center"/>
    </w:pPr>
    <w:rPr>
      <w:szCs w:val="20"/>
      <w:lang w:eastAsia="ru-RU"/>
    </w:rPr>
  </w:style>
  <w:style w:type="paragraph" w:styleId="af">
    <w:name w:val="Normal (Web)"/>
    <w:basedOn w:val="a"/>
    <w:uiPriority w:val="99"/>
    <w:unhideWhenUsed/>
    <w:rsid w:val="00A81ACC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3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1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Микроклимат</vt:lpstr>
    </vt:vector>
  </TitlesOfParts>
  <Company>att-support.ru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Микроклимат</dc:title>
  <dc:subject/>
  <dc:creator>Пользователь Windows</dc:creator>
  <cp:keywords/>
  <dc:description/>
  <cp:lastModifiedBy>Пользователь Windows</cp:lastModifiedBy>
  <cp:revision>1</cp:revision>
  <dcterms:created xsi:type="dcterms:W3CDTF">2025-03-03T09:01:00Z</dcterms:created>
  <dcterms:modified xsi:type="dcterms:W3CDTF">2025-03-03T09:02:00Z</dcterms:modified>
</cp:coreProperties>
</file>